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56" w:type="dxa"/>
        <w:tblInd w:w="-1701" w:type="dxa"/>
        <w:tblLayout w:type="fixed"/>
        <w:tblLook w:val="0000" w:firstRow="0" w:lastRow="0" w:firstColumn="0" w:lastColumn="0" w:noHBand="0" w:noVBand="0"/>
      </w:tblPr>
      <w:tblGrid>
        <w:gridCol w:w="1736"/>
        <w:gridCol w:w="236"/>
        <w:gridCol w:w="522"/>
        <w:gridCol w:w="1620"/>
        <w:gridCol w:w="457"/>
        <w:gridCol w:w="1593"/>
        <w:gridCol w:w="465"/>
        <w:gridCol w:w="4576"/>
        <w:gridCol w:w="351"/>
      </w:tblGrid>
      <w:tr w:rsidR="00C11E63" w:rsidTr="00903883">
        <w:trPr>
          <w:gridAfter w:val="1"/>
          <w:wAfter w:w="351" w:type="dxa"/>
        </w:trPr>
        <w:tc>
          <w:tcPr>
            <w:tcW w:w="1736" w:type="dxa"/>
          </w:tcPr>
          <w:p w:rsidR="00C11E63" w:rsidRDefault="00C11E63" w:rsidP="00003DCA">
            <w:pPr>
              <w:spacing w:line="240" w:lineRule="exact"/>
              <w:jc w:val="center"/>
            </w:pPr>
          </w:p>
        </w:tc>
        <w:tc>
          <w:tcPr>
            <w:tcW w:w="4893" w:type="dxa"/>
            <w:gridSpan w:val="6"/>
          </w:tcPr>
          <w:p w:rsidR="00087ED9" w:rsidRPr="000B4518" w:rsidRDefault="00087ED9" w:rsidP="00087ED9">
            <w:pPr>
              <w:spacing w:before="120"/>
              <w:jc w:val="center"/>
              <w:rPr>
                <w:b/>
                <w:sz w:val="2"/>
                <w:szCs w:val="2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A129545" wp14:editId="35F56610">
                  <wp:extent cx="594000" cy="828000"/>
                  <wp:effectExtent l="0" t="0" r="0" b="0"/>
                  <wp:docPr id="1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7ED9" w:rsidRPr="008809EE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09EE">
              <w:rPr>
                <w:rFonts w:eastAsia="Calibri"/>
                <w:b/>
                <w:sz w:val="22"/>
                <w:szCs w:val="22"/>
              </w:rPr>
              <w:t xml:space="preserve">МИНИСТЕРСТВО </w:t>
            </w:r>
            <w:r w:rsidRPr="008809EE">
              <w:rPr>
                <w:rFonts w:eastAsia="Calibri"/>
                <w:b/>
                <w:sz w:val="22"/>
                <w:szCs w:val="22"/>
              </w:rPr>
              <w:br/>
              <w:t xml:space="preserve">ЗДРАВООХРАНЕНИЯ </w:t>
            </w:r>
          </w:p>
          <w:p w:rsidR="00087ED9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09EE">
              <w:rPr>
                <w:rFonts w:eastAsia="Calibri"/>
                <w:b/>
                <w:sz w:val="22"/>
                <w:szCs w:val="22"/>
              </w:rPr>
              <w:t>АСТРАХАНСКОЙ ОБЛАСТИ</w:t>
            </w:r>
          </w:p>
          <w:p w:rsidR="00087ED9" w:rsidRPr="00ED175C" w:rsidRDefault="00087ED9" w:rsidP="00087ED9">
            <w:pPr>
              <w:ind w:left="-109" w:right="-106"/>
              <w:jc w:val="center"/>
              <w:rPr>
                <w:b/>
              </w:rPr>
            </w:pPr>
          </w:p>
          <w:p w:rsidR="00087ED9" w:rsidRPr="008809EE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</w:rPr>
            </w:pPr>
            <w:r w:rsidRPr="008809EE">
              <w:rPr>
                <w:rFonts w:eastAsia="Calibri"/>
                <w:sz w:val="22"/>
                <w:szCs w:val="22"/>
              </w:rPr>
              <w:t>Татищева ул., д. 16 В. Астрахань, 414056</w:t>
            </w:r>
          </w:p>
          <w:p w:rsidR="004B32C5" w:rsidRPr="00087ED9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E</w:t>
            </w:r>
            <w:r w:rsidRPr="008809EE">
              <w:rPr>
                <w:rFonts w:eastAsia="Calibri"/>
                <w:sz w:val="22"/>
                <w:szCs w:val="22"/>
                <w:lang w:val="en-US"/>
              </w:rPr>
              <w:t xml:space="preserve">-mail: </w:t>
            </w:r>
            <w:hyperlink r:id="rId8" w:history="1">
              <w:r w:rsidRPr="008809EE">
                <w:rPr>
                  <w:rStyle w:val="a5"/>
                  <w:rFonts w:eastAsia="Calibri"/>
                  <w:sz w:val="22"/>
                  <w:szCs w:val="22"/>
                  <w:lang w:val="en-US"/>
                </w:rPr>
                <w:t>minzdrav@astrobl.ru</w:t>
              </w:r>
            </w:hyperlink>
          </w:p>
          <w:p w:rsidR="00C11E19" w:rsidRPr="008809EE" w:rsidRDefault="00C11E19" w:rsidP="004B32C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576" w:type="dxa"/>
          </w:tcPr>
          <w:p w:rsidR="008923C8" w:rsidRDefault="008923C8" w:rsidP="00380A80">
            <w:pPr>
              <w:spacing w:line="240" w:lineRule="exact"/>
              <w:ind w:right="34"/>
              <w:jc w:val="both"/>
            </w:pPr>
          </w:p>
          <w:p w:rsidR="008923C8" w:rsidRDefault="008923C8" w:rsidP="00380A80">
            <w:pPr>
              <w:spacing w:line="240" w:lineRule="exact"/>
              <w:ind w:right="34"/>
              <w:jc w:val="both"/>
            </w:pPr>
          </w:p>
          <w:p w:rsidR="008923C8" w:rsidRDefault="008923C8" w:rsidP="00380A80">
            <w:pPr>
              <w:spacing w:line="240" w:lineRule="exact"/>
              <w:ind w:right="34"/>
              <w:jc w:val="both"/>
            </w:pPr>
          </w:p>
          <w:p w:rsidR="00407E5E" w:rsidRDefault="00407E5E" w:rsidP="00380A80">
            <w:pPr>
              <w:spacing w:line="240" w:lineRule="exact"/>
              <w:ind w:right="34"/>
              <w:jc w:val="both"/>
            </w:pPr>
          </w:p>
          <w:p w:rsidR="00B547DA" w:rsidRDefault="00C11E63" w:rsidP="00380A80">
            <w:pPr>
              <w:spacing w:line="240" w:lineRule="exact"/>
              <w:ind w:right="34"/>
              <w:jc w:val="both"/>
            </w:pPr>
            <w:r>
              <w:sym w:font="Courier New" w:char="250C"/>
            </w:r>
            <w:r>
              <w:t xml:space="preserve">                                                    </w:t>
            </w:r>
            <w:r>
              <w:sym w:font="Courier New" w:char="2510"/>
            </w:r>
          </w:p>
          <w:sdt>
            <w:sdtPr>
              <w:rPr>
                <w:sz w:val="27"/>
                <w:szCs w:val="27"/>
              </w:rPr>
              <w:alias w:val="Должность Адресата"/>
              <w:tag w:val="Должность Адресата"/>
              <w:id w:val="-2085372086"/>
              <w:lock w:val="sdtLocked"/>
              <w:placeholder>
                <w:docPart w:val="AF476BFAFFBA4544801E13FA11AC208B"/>
              </w:placeholder>
            </w:sdtPr>
            <w:sdtEndPr>
              <w:rPr>
                <w:sz w:val="28"/>
                <w:szCs w:val="20"/>
              </w:rPr>
            </w:sdtEndPr>
            <w:sdtContent>
              <w:p w:rsidR="00D15664" w:rsidRDefault="00D15664" w:rsidP="00D15664">
                <w:pPr>
                  <w:tabs>
                    <w:tab w:val="left" w:pos="3993"/>
                  </w:tabs>
                  <w:ind w:left="168" w:right="357"/>
                  <w:jc w:val="both"/>
                  <w:rPr>
                    <w:sz w:val="27"/>
                    <w:szCs w:val="27"/>
                  </w:rPr>
                </w:pPr>
                <w:r w:rsidRPr="00D15664">
                  <w:rPr>
                    <w:sz w:val="27"/>
                    <w:szCs w:val="27"/>
                  </w:rPr>
                  <w:t>Руководителям</w:t>
                </w:r>
                <w:r>
                  <w:rPr>
                    <w:sz w:val="27"/>
                    <w:szCs w:val="27"/>
                  </w:rPr>
                  <w:t xml:space="preserve"> </w:t>
                </w:r>
                <w:r w:rsidRPr="00D15664">
                  <w:rPr>
                    <w:sz w:val="27"/>
                    <w:szCs w:val="27"/>
                  </w:rPr>
                  <w:t>государственных бюджетных учреждений Астраханской области</w:t>
                </w:r>
                <w:r>
                  <w:rPr>
                    <w:sz w:val="27"/>
                    <w:szCs w:val="27"/>
                  </w:rPr>
                  <w:t>, подведомственным министерству здравохранения Астраханской области</w:t>
                </w:r>
              </w:p>
              <w:p w:rsidR="00C11E63" w:rsidRDefault="00D15664" w:rsidP="00D15664">
                <w:pPr>
                  <w:tabs>
                    <w:tab w:val="left" w:pos="3993"/>
                  </w:tabs>
                  <w:ind w:left="168" w:right="357"/>
                  <w:jc w:val="both"/>
                </w:pPr>
                <w:r>
                  <w:rPr>
                    <w:sz w:val="27"/>
                    <w:szCs w:val="27"/>
                  </w:rPr>
                  <w:t>(по списку)</w:t>
                </w:r>
              </w:p>
            </w:sdtContent>
          </w:sdt>
          <w:p w:rsidR="001D508B" w:rsidRDefault="00045910" w:rsidP="004342FF">
            <w:pPr>
              <w:tabs>
                <w:tab w:val="left" w:pos="4003"/>
              </w:tabs>
              <w:ind w:left="317" w:right="357"/>
              <w:jc w:val="both"/>
            </w:pPr>
            <w:sdt>
              <w:sdtPr>
                <w:alias w:val="Фамилия И. О. Адресата"/>
                <w:tag w:val="Фамилия И. О. Адресата"/>
                <w:id w:val="-157921622"/>
                <w:lock w:val="sdtLocked"/>
                <w:placeholder>
                  <w:docPart w:val="E64ECFDA14BF47B7AFB0DF32F804CD54"/>
                </w:placeholder>
              </w:sdtPr>
              <w:sdtEndPr/>
              <w:sdtContent/>
            </w:sdt>
          </w:p>
          <w:p w:rsidR="00B74796" w:rsidRPr="001D508B" w:rsidRDefault="00B74796" w:rsidP="00B0689A">
            <w:pPr>
              <w:tabs>
                <w:tab w:val="left" w:pos="4266"/>
              </w:tabs>
              <w:ind w:right="175" w:firstLine="677"/>
              <w:jc w:val="both"/>
            </w:pPr>
          </w:p>
        </w:tc>
      </w:tr>
      <w:tr w:rsidR="00C11E63" w:rsidTr="00903883">
        <w:tc>
          <w:tcPr>
            <w:tcW w:w="1736" w:type="dxa"/>
          </w:tcPr>
          <w:p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236" w:type="dxa"/>
          </w:tcPr>
          <w:p w:rsidR="00C11E63" w:rsidRDefault="00C11E63" w:rsidP="00003DCA">
            <w:pPr>
              <w:spacing w:line="280" w:lineRule="exact"/>
              <w:jc w:val="center"/>
            </w:pP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</w:tcPr>
          <w:p w:rsidR="00C11E63" w:rsidRPr="00002CEE" w:rsidRDefault="00002CEE" w:rsidP="00FB248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" w:type="dxa"/>
          </w:tcPr>
          <w:p w:rsidR="00C11E63" w:rsidRDefault="00C11E63" w:rsidP="00003DCA">
            <w:pPr>
              <w:spacing w:line="280" w:lineRule="exact"/>
            </w:pPr>
            <w:r>
              <w:rPr>
                <w:sz w:val="20"/>
              </w:rPr>
              <w:t>№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11E63" w:rsidRPr="00641198" w:rsidRDefault="00002CEE" w:rsidP="00003DCA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5" w:type="dxa"/>
          </w:tcPr>
          <w:p w:rsidR="00C11E63" w:rsidRDefault="00C11E63" w:rsidP="00003DCA">
            <w:pPr>
              <w:spacing w:line="280" w:lineRule="exact"/>
              <w:jc w:val="center"/>
            </w:pPr>
          </w:p>
        </w:tc>
        <w:tc>
          <w:tcPr>
            <w:tcW w:w="4927" w:type="dxa"/>
            <w:gridSpan w:val="2"/>
          </w:tcPr>
          <w:p w:rsidR="00C11E63" w:rsidRDefault="00C11E63" w:rsidP="00003DCA">
            <w:pPr>
              <w:spacing w:line="280" w:lineRule="exact"/>
              <w:jc w:val="both"/>
            </w:pPr>
          </w:p>
        </w:tc>
      </w:tr>
      <w:tr w:rsidR="00C11E63" w:rsidTr="00903883">
        <w:tc>
          <w:tcPr>
            <w:tcW w:w="1736" w:type="dxa"/>
          </w:tcPr>
          <w:p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758" w:type="dxa"/>
            <w:gridSpan w:val="2"/>
          </w:tcPr>
          <w:p w:rsidR="00C11E63" w:rsidRDefault="00C11E63" w:rsidP="00003DCA">
            <w:pPr>
              <w:spacing w:line="280" w:lineRule="exact"/>
              <w:jc w:val="both"/>
            </w:pPr>
            <w:r>
              <w:rPr>
                <w:sz w:val="20"/>
              </w:rPr>
              <w:t>На 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11E63" w:rsidRPr="006027FD" w:rsidRDefault="00045910" w:rsidP="00380A80">
            <w:pPr>
              <w:spacing w:line="280" w:lineRule="exact"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alias w:val="на №"/>
                <w:tag w:val="на №"/>
                <w:id w:val="-1046986909"/>
                <w:placeholder>
                  <w:docPart w:val="24FB87DC78B347D8A66F033A32DDCA03"/>
                </w:placeholder>
                <w:showingPlcHdr/>
              </w:sdtPr>
              <w:sdtEndPr/>
              <w:sdtContent>
                <w:r w:rsidR="00690E5F">
                  <w:rPr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457" w:type="dxa"/>
          </w:tcPr>
          <w:p w:rsidR="00C11E63" w:rsidRDefault="00C11E63" w:rsidP="00003DCA">
            <w:pPr>
              <w:spacing w:line="280" w:lineRule="exact"/>
              <w:jc w:val="both"/>
            </w:pPr>
            <w:r>
              <w:rPr>
                <w:sz w:val="20"/>
              </w:rPr>
              <w:t>от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11E63" w:rsidRPr="00F162C8" w:rsidRDefault="00045910" w:rsidP="006027FD">
            <w:pPr>
              <w:spacing w:line="280" w:lineRule="exact"/>
              <w:ind w:right="-106"/>
              <w:jc w:val="both"/>
              <w:rPr>
                <w:sz w:val="24"/>
                <w:szCs w:val="24"/>
              </w:rPr>
            </w:pPr>
            <w:sdt>
              <w:sdtPr>
                <w:rPr>
                  <w:sz w:val="20"/>
                  <w:szCs w:val="24"/>
                </w:rPr>
                <w:alias w:val="от дата"/>
                <w:tag w:val="от дата"/>
                <w:id w:val="-1777094867"/>
                <w:placeholder>
                  <w:docPart w:val="0D0F0AA39A2F49DFAF2709F21666B516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6027FD" w:rsidRPr="004342FF">
                  <w:rPr>
                    <w:rStyle w:val="ab"/>
                    <w:color w:val="auto"/>
                    <w:sz w:val="16"/>
                  </w:rPr>
                  <w:t xml:space="preserve"> </w:t>
                </w:r>
              </w:sdtContent>
            </w:sdt>
            <w:r w:rsidR="00002CEE" w:rsidRPr="004342FF">
              <w:rPr>
                <w:sz w:val="20"/>
                <w:szCs w:val="24"/>
              </w:rPr>
              <w:t xml:space="preserve"> </w:t>
            </w:r>
          </w:p>
        </w:tc>
        <w:tc>
          <w:tcPr>
            <w:tcW w:w="465" w:type="dxa"/>
          </w:tcPr>
          <w:p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4927" w:type="dxa"/>
            <w:gridSpan w:val="2"/>
          </w:tcPr>
          <w:p w:rsidR="00C11E63" w:rsidRDefault="00C11E63" w:rsidP="00003DCA">
            <w:pPr>
              <w:spacing w:line="280" w:lineRule="exact"/>
              <w:jc w:val="both"/>
            </w:pPr>
          </w:p>
        </w:tc>
      </w:tr>
      <w:tr w:rsidR="00C11E63" w:rsidTr="00903883">
        <w:trPr>
          <w:gridAfter w:val="1"/>
          <w:wAfter w:w="351" w:type="dxa"/>
        </w:trPr>
        <w:tc>
          <w:tcPr>
            <w:tcW w:w="1736" w:type="dxa"/>
          </w:tcPr>
          <w:p w:rsidR="00C11E63" w:rsidRDefault="00C11E63" w:rsidP="00003DCA">
            <w:pPr>
              <w:spacing w:line="240" w:lineRule="exact"/>
              <w:jc w:val="both"/>
            </w:pPr>
          </w:p>
          <w:p w:rsidR="00C11E63" w:rsidRDefault="00C11E63" w:rsidP="00003DCA">
            <w:pPr>
              <w:spacing w:line="240" w:lineRule="exact"/>
              <w:jc w:val="both"/>
            </w:pPr>
          </w:p>
          <w:p w:rsidR="00C11E63" w:rsidRPr="001D508B" w:rsidRDefault="00C11E63" w:rsidP="00003DCA">
            <w:pPr>
              <w:spacing w:line="240" w:lineRule="exact"/>
              <w:jc w:val="both"/>
            </w:pPr>
            <w:r>
              <w:sym w:font="Courier New" w:char="250C"/>
            </w:r>
            <w:r>
              <w:t xml:space="preserve">              </w:t>
            </w:r>
            <w:r>
              <w:sym w:font="Courier New" w:char="2510"/>
            </w:r>
          </w:p>
          <w:p w:rsidR="0036487B" w:rsidRPr="00FB2488" w:rsidRDefault="0036487B" w:rsidP="00003DCA">
            <w:pPr>
              <w:spacing w:line="240" w:lineRule="exact"/>
              <w:jc w:val="center"/>
            </w:pPr>
          </w:p>
        </w:tc>
        <w:tc>
          <w:tcPr>
            <w:tcW w:w="4893" w:type="dxa"/>
            <w:gridSpan w:val="6"/>
          </w:tcPr>
          <w:p w:rsidR="00C11E63" w:rsidRDefault="00C11E63" w:rsidP="00003DCA">
            <w:pPr>
              <w:spacing w:line="240" w:lineRule="exact"/>
              <w:jc w:val="both"/>
            </w:pPr>
          </w:p>
          <w:p w:rsidR="00C11E63" w:rsidRDefault="00C11E63" w:rsidP="00003DCA">
            <w:pPr>
              <w:spacing w:line="240" w:lineRule="exact"/>
              <w:jc w:val="both"/>
              <w:rPr>
                <w:lang w:val="en-US"/>
              </w:rPr>
            </w:pPr>
            <w:r>
              <w:sym w:font="Courier New" w:char="250C"/>
            </w:r>
            <w:r>
              <w:t xml:space="preserve">                                                       </w:t>
            </w:r>
            <w:r>
              <w:sym w:font="Courier New" w:char="2510"/>
            </w:r>
          </w:p>
          <w:p w:rsidR="0036487B" w:rsidRPr="0036487B" w:rsidRDefault="00045910" w:rsidP="00DE04D7">
            <w:pPr>
              <w:spacing w:line="240" w:lineRule="exact"/>
              <w:ind w:left="249" w:right="317"/>
              <w:jc w:val="center"/>
            </w:pPr>
            <w:sdt>
              <w:sdtPr>
                <w:alias w:val="Заголовок"/>
                <w:tag w:val="Заголовок"/>
                <w:id w:val="1454444416"/>
                <w:placeholder>
                  <w:docPart w:val="5D2CF9714E5047D5AD6FF927782108B5"/>
                </w:placeholder>
              </w:sdtPr>
              <w:sdtEndPr/>
              <w:sdtContent>
                <w:r w:rsidR="00572B3D" w:rsidRPr="00DE04D7">
                  <w:rPr>
                    <w:sz w:val="24"/>
                    <w:szCs w:val="24"/>
                  </w:rPr>
                  <w:t xml:space="preserve"> Запрос на информацию</w:t>
                </w:r>
              </w:sdtContent>
            </w:sdt>
          </w:p>
        </w:tc>
        <w:tc>
          <w:tcPr>
            <w:tcW w:w="4576" w:type="dxa"/>
          </w:tcPr>
          <w:p w:rsidR="00C11E63" w:rsidRDefault="00C11E63" w:rsidP="00003DCA">
            <w:pPr>
              <w:spacing w:line="240" w:lineRule="exact"/>
              <w:jc w:val="both"/>
            </w:pPr>
          </w:p>
        </w:tc>
      </w:tr>
    </w:tbl>
    <w:p w:rsidR="006D5A42" w:rsidRDefault="006D5A42" w:rsidP="00003DCA"/>
    <w:p w:rsidR="00D4024F" w:rsidRDefault="00D15664" w:rsidP="00003DCA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="00380A80">
        <w:rPr>
          <w:color w:val="000000"/>
          <w:szCs w:val="28"/>
        </w:rPr>
        <w:t xml:space="preserve"> </w:t>
      </w:r>
      <w:sdt>
        <w:sdtPr>
          <w:rPr>
            <w:color w:val="000000"/>
            <w:szCs w:val="28"/>
          </w:rPr>
          <w:alias w:val="Имя адресата"/>
          <w:tag w:val="Имя адресата"/>
          <w:id w:val="-146753963"/>
          <w:lock w:val="sdtLocked"/>
          <w:placeholder>
            <w:docPart w:val="B5112A52BA2B4CC782D7968C16D15F01"/>
          </w:placeholder>
        </w:sdtPr>
        <w:sdtEndPr/>
        <w:sdtContent>
          <w:r>
            <w:rPr>
              <w:color w:val="000000"/>
              <w:szCs w:val="28"/>
            </w:rPr>
            <w:t xml:space="preserve"> </w:t>
          </w:r>
        </w:sdtContent>
      </w:sdt>
      <w:r w:rsidR="00380A8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</w:t>
      </w:r>
      <w:sdt>
        <w:sdtPr>
          <w:rPr>
            <w:color w:val="000000"/>
            <w:szCs w:val="28"/>
          </w:rPr>
          <w:alias w:val="Отчество Адресата"/>
          <w:tag w:val="Отчество Адресата"/>
          <w:id w:val="1758627396"/>
          <w:lock w:val="sdtLocked"/>
          <w:placeholder>
            <w:docPart w:val="C611C931B2A64E2D8EAEC9E14D0FBFBB"/>
          </w:placeholder>
        </w:sdtPr>
        <w:sdtEndPr/>
        <w:sdtContent>
          <w:r>
            <w:rPr>
              <w:color w:val="000000"/>
              <w:szCs w:val="28"/>
            </w:rPr>
            <w:t xml:space="preserve"> </w:t>
          </w:r>
        </w:sdtContent>
      </w:sdt>
    </w:p>
    <w:p w:rsidR="00D15664" w:rsidRPr="00572B3D" w:rsidRDefault="00D15664" w:rsidP="00D15664">
      <w:pPr>
        <w:spacing w:before="57"/>
        <w:ind w:firstLine="567"/>
        <w:contextualSpacing/>
        <w:jc w:val="both"/>
        <w:rPr>
          <w:sz w:val="27"/>
          <w:szCs w:val="27"/>
        </w:rPr>
      </w:pPr>
      <w:r w:rsidRPr="00572B3D">
        <w:rPr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    № 01-21-16966 и от 16.10.2019 № 01-21-18798), предоставление данных о ежемесячном размере оплаты труда работников, состоящих в штате организации, осуществляющих трудовую деятельность (далее – данные) за  </w:t>
      </w:r>
      <w:r w:rsidR="00045910">
        <w:rPr>
          <w:sz w:val="27"/>
          <w:szCs w:val="27"/>
        </w:rPr>
        <w:t xml:space="preserve">май </w:t>
      </w:r>
      <w:r w:rsidRPr="00572B3D">
        <w:rPr>
          <w:sz w:val="27"/>
          <w:szCs w:val="27"/>
        </w:rPr>
        <w:t>202</w:t>
      </w:r>
      <w:r w:rsidR="00DE04D7">
        <w:rPr>
          <w:sz w:val="27"/>
          <w:szCs w:val="27"/>
        </w:rPr>
        <w:t>5</w:t>
      </w:r>
      <w:r w:rsidRPr="00572B3D">
        <w:rPr>
          <w:sz w:val="27"/>
          <w:szCs w:val="27"/>
        </w:rPr>
        <w:t xml:space="preserve"> год</w:t>
      </w:r>
      <w:r w:rsidR="00DE04D7">
        <w:rPr>
          <w:sz w:val="27"/>
          <w:szCs w:val="27"/>
        </w:rPr>
        <w:t>а</w:t>
      </w:r>
      <w:r w:rsidRPr="00572B3D">
        <w:rPr>
          <w:sz w:val="27"/>
          <w:szCs w:val="27"/>
        </w:rPr>
        <w:t>, будет осуществляться по форме «Астраханская_</w:t>
      </w:r>
      <w:r w:rsidR="00DE04D7">
        <w:rPr>
          <w:sz w:val="27"/>
          <w:szCs w:val="27"/>
        </w:rPr>
        <w:t>0</w:t>
      </w:r>
      <w:r w:rsidR="00045910">
        <w:rPr>
          <w:sz w:val="27"/>
          <w:szCs w:val="27"/>
        </w:rPr>
        <w:t>5</w:t>
      </w:r>
      <w:r w:rsidRPr="00572B3D">
        <w:rPr>
          <w:sz w:val="27"/>
          <w:szCs w:val="27"/>
        </w:rPr>
        <w:t>_202</w:t>
      </w:r>
      <w:r w:rsidR="00DE04D7">
        <w:rPr>
          <w:sz w:val="27"/>
          <w:szCs w:val="27"/>
        </w:rPr>
        <w:t>5</w:t>
      </w:r>
      <w:r w:rsidRPr="00572B3D">
        <w:rPr>
          <w:sz w:val="27"/>
          <w:szCs w:val="27"/>
        </w:rPr>
        <w:t xml:space="preserve">_наим </w:t>
      </w:r>
      <w:proofErr w:type="spellStart"/>
      <w:r w:rsidRPr="00572B3D">
        <w:rPr>
          <w:sz w:val="27"/>
          <w:szCs w:val="27"/>
        </w:rPr>
        <w:t>учр_МЗ</w:t>
      </w:r>
      <w:proofErr w:type="spellEnd"/>
      <w:r w:rsidRPr="00572B3D">
        <w:rPr>
          <w:sz w:val="27"/>
          <w:szCs w:val="27"/>
        </w:rPr>
        <w:t xml:space="preserve"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адресу: </w:t>
      </w:r>
      <w:hyperlink r:id="rId9" w:history="1">
        <w:r w:rsidRPr="00572B3D">
          <w:rPr>
            <w:rStyle w:val="a5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Pr="00572B3D">
        <w:rPr>
          <w:sz w:val="27"/>
          <w:szCs w:val="27"/>
        </w:rPr>
        <w:t xml:space="preserve"> </w:t>
      </w:r>
    </w:p>
    <w:p w:rsidR="00D15664" w:rsidRPr="00572B3D" w:rsidRDefault="00D15664" w:rsidP="00D15664">
      <w:pPr>
        <w:spacing w:before="57"/>
        <w:ind w:firstLine="567"/>
        <w:contextualSpacing/>
        <w:jc w:val="both"/>
        <w:rPr>
          <w:sz w:val="27"/>
          <w:szCs w:val="27"/>
        </w:rPr>
      </w:pPr>
      <w:r w:rsidRPr="00572B3D">
        <w:rPr>
          <w:sz w:val="27"/>
          <w:szCs w:val="27"/>
        </w:rPr>
        <w:t>Перед отправкой заполненной формы «Астраханская_</w:t>
      </w:r>
      <w:r w:rsidR="00DE04D7">
        <w:rPr>
          <w:sz w:val="27"/>
          <w:szCs w:val="27"/>
        </w:rPr>
        <w:t>0</w:t>
      </w:r>
      <w:r w:rsidR="00045910">
        <w:rPr>
          <w:sz w:val="27"/>
          <w:szCs w:val="27"/>
        </w:rPr>
        <w:t>5</w:t>
      </w:r>
      <w:r w:rsidRPr="00572B3D">
        <w:rPr>
          <w:sz w:val="27"/>
          <w:szCs w:val="27"/>
        </w:rPr>
        <w:t>_202</w:t>
      </w:r>
      <w:r w:rsidR="00DE04D7">
        <w:rPr>
          <w:sz w:val="27"/>
          <w:szCs w:val="27"/>
        </w:rPr>
        <w:t>5</w:t>
      </w:r>
      <w:r w:rsidRPr="00572B3D">
        <w:rPr>
          <w:sz w:val="27"/>
          <w:szCs w:val="27"/>
        </w:rPr>
        <w:t xml:space="preserve">_наим </w:t>
      </w:r>
      <w:proofErr w:type="spellStart"/>
      <w:r w:rsidRPr="00572B3D">
        <w:rPr>
          <w:sz w:val="27"/>
          <w:szCs w:val="27"/>
        </w:rPr>
        <w:t>учр_МЗ</w:t>
      </w:r>
      <w:proofErr w:type="spellEnd"/>
      <w:r w:rsidRPr="00572B3D">
        <w:rPr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:rsidR="00D15664" w:rsidRPr="00572B3D" w:rsidRDefault="00D15664" w:rsidP="00D15664">
      <w:pPr>
        <w:spacing w:before="57"/>
        <w:ind w:firstLine="567"/>
        <w:contextualSpacing/>
        <w:jc w:val="both"/>
        <w:rPr>
          <w:sz w:val="27"/>
          <w:szCs w:val="27"/>
        </w:rPr>
      </w:pPr>
      <w:bookmarkStart w:id="0" w:name="_Hlk33798905"/>
      <w:r w:rsidRPr="00572B3D">
        <w:rPr>
          <w:sz w:val="27"/>
          <w:szCs w:val="27"/>
        </w:rPr>
        <w:t>Данные ежемесячного мониторинга</w:t>
      </w:r>
      <w:bookmarkEnd w:id="0"/>
      <w:r w:rsidRPr="00572B3D">
        <w:rPr>
          <w:sz w:val="27"/>
          <w:szCs w:val="27"/>
        </w:rPr>
        <w:t xml:space="preserve"> направляются на адрес электронной почты </w:t>
      </w:r>
      <w:hyperlink r:id="rId10">
        <w:r w:rsidRPr="00572B3D">
          <w:rPr>
            <w:sz w:val="27"/>
            <w:szCs w:val="27"/>
          </w:rPr>
          <w:t>ostatzp@mail.ru</w:t>
        </w:r>
      </w:hyperlink>
      <w:r w:rsidRPr="00572B3D">
        <w:rPr>
          <w:sz w:val="27"/>
          <w:szCs w:val="27"/>
        </w:rPr>
        <w:t xml:space="preserve"> с соблюдением требований конфиденциальности предоставляемой информации.</w:t>
      </w:r>
    </w:p>
    <w:p w:rsidR="00D15664" w:rsidRPr="00572B3D" w:rsidRDefault="00D15664" w:rsidP="00D15664">
      <w:pPr>
        <w:pStyle w:val="1"/>
        <w:keepNext w:val="0"/>
        <w:spacing w:before="0"/>
        <w:ind w:firstLine="567"/>
        <w:jc w:val="both"/>
        <w:rPr>
          <w:sz w:val="27"/>
          <w:szCs w:val="27"/>
        </w:rPr>
      </w:pPr>
      <w:r w:rsidRPr="00572B3D">
        <w:rPr>
          <w:rFonts w:ascii="Times New Roman" w:hAnsi="Times New Roman"/>
          <w:color w:val="auto"/>
          <w:sz w:val="27"/>
          <w:szCs w:val="27"/>
        </w:rPr>
        <w:t xml:space="preserve">Прием отчетности будет осуществляться до </w:t>
      </w:r>
      <w:r w:rsidR="00045910">
        <w:rPr>
          <w:rFonts w:ascii="Times New Roman" w:hAnsi="Times New Roman"/>
          <w:color w:val="auto"/>
          <w:sz w:val="27"/>
          <w:szCs w:val="27"/>
        </w:rPr>
        <w:t>09</w:t>
      </w:r>
      <w:r w:rsidRPr="00572B3D">
        <w:rPr>
          <w:rFonts w:ascii="Times New Roman" w:hAnsi="Times New Roman"/>
          <w:color w:val="auto"/>
          <w:sz w:val="27"/>
          <w:szCs w:val="27"/>
        </w:rPr>
        <w:t>.</w:t>
      </w:r>
      <w:r w:rsidR="00C63096">
        <w:rPr>
          <w:rFonts w:ascii="Times New Roman" w:hAnsi="Times New Roman"/>
          <w:color w:val="auto"/>
          <w:sz w:val="27"/>
          <w:szCs w:val="27"/>
        </w:rPr>
        <w:t>0</w:t>
      </w:r>
      <w:r w:rsidR="00045910">
        <w:rPr>
          <w:rFonts w:ascii="Times New Roman" w:hAnsi="Times New Roman"/>
          <w:color w:val="auto"/>
          <w:sz w:val="27"/>
          <w:szCs w:val="27"/>
        </w:rPr>
        <w:t>6</w:t>
      </w:r>
      <w:r w:rsidRPr="00572B3D">
        <w:rPr>
          <w:rFonts w:ascii="Times New Roman" w:hAnsi="Times New Roman"/>
          <w:color w:val="auto"/>
          <w:sz w:val="27"/>
          <w:szCs w:val="27"/>
        </w:rPr>
        <w:t>.202</w:t>
      </w:r>
      <w:r w:rsidR="00C63096">
        <w:rPr>
          <w:rFonts w:ascii="Times New Roman" w:hAnsi="Times New Roman"/>
          <w:color w:val="auto"/>
          <w:sz w:val="27"/>
          <w:szCs w:val="27"/>
        </w:rPr>
        <w:t>5</w:t>
      </w:r>
      <w:r w:rsidRPr="00572B3D">
        <w:rPr>
          <w:rFonts w:ascii="Times New Roman" w:hAnsi="Times New Roman"/>
          <w:sz w:val="27"/>
          <w:szCs w:val="27"/>
        </w:rPr>
        <w:t>.</w:t>
      </w:r>
      <w:bookmarkStart w:id="1" w:name="_GoBack"/>
      <w:bookmarkEnd w:id="1"/>
    </w:p>
    <w:tbl>
      <w:tblPr>
        <w:tblStyle w:val="a4"/>
        <w:tblW w:w="9500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657"/>
      </w:tblGrid>
      <w:tr w:rsidR="008E541F" w:rsidTr="008E541F">
        <w:trPr>
          <w:trHeight w:val="282"/>
        </w:trPr>
        <w:tc>
          <w:tcPr>
            <w:tcW w:w="1843" w:type="dxa"/>
          </w:tcPr>
          <w:p w:rsidR="008E541F" w:rsidRPr="00AB33C8" w:rsidRDefault="008E541F" w:rsidP="00BD779E">
            <w:pPr>
              <w:tabs>
                <w:tab w:val="left" w:pos="2043"/>
              </w:tabs>
              <w:jc w:val="both"/>
              <w:rPr>
                <w:szCs w:val="28"/>
              </w:rPr>
            </w:pPr>
          </w:p>
        </w:tc>
        <w:tc>
          <w:tcPr>
            <w:tcW w:w="7657" w:type="dxa"/>
          </w:tcPr>
          <w:p w:rsidR="008E541F" w:rsidRDefault="008E541F" w:rsidP="00BD779E">
            <w:pPr>
              <w:tabs>
                <w:tab w:val="left" w:pos="2043"/>
              </w:tabs>
              <w:jc w:val="both"/>
              <w:rPr>
                <w:szCs w:val="28"/>
              </w:rPr>
            </w:pPr>
          </w:p>
        </w:tc>
      </w:tr>
    </w:tbl>
    <w:p w:rsidR="00C83951" w:rsidRDefault="00C83951" w:rsidP="00003DCA">
      <w:pPr>
        <w:jc w:val="both"/>
        <w:rPr>
          <w:color w:val="000000"/>
          <w:szCs w:val="28"/>
        </w:rPr>
      </w:pPr>
    </w:p>
    <w:p w:rsidR="00D83331" w:rsidRDefault="00D83331" w:rsidP="00003DCA">
      <w:pPr>
        <w:jc w:val="both"/>
        <w:rPr>
          <w:color w:val="00000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6"/>
        <w:gridCol w:w="2718"/>
        <w:gridCol w:w="3148"/>
      </w:tblGrid>
      <w:tr w:rsidR="0036487B" w:rsidRPr="00333239" w:rsidTr="0036487B">
        <w:sdt>
          <w:sdtPr>
            <w:rPr>
              <w:color w:val="000000"/>
              <w:szCs w:val="28"/>
            </w:rPr>
            <w:alias w:val="Должность подпис"/>
            <w:tag w:val="Должность подпис"/>
            <w:id w:val="-333303354"/>
            <w:lock w:val="sdtLocked"/>
            <w:placeholder>
              <w:docPart w:val="1328649D8CF64379A385A03DE8458523"/>
            </w:placeholder>
          </w:sdtPr>
          <w:sdtEndPr/>
          <w:sdtContent>
            <w:tc>
              <w:tcPr>
                <w:tcW w:w="3776" w:type="dxa"/>
                <w:shd w:val="clear" w:color="auto" w:fill="auto"/>
              </w:tcPr>
              <w:p w:rsidR="0036487B" w:rsidRPr="00333239" w:rsidRDefault="00D15664" w:rsidP="00D83331">
                <w:pPr>
                  <w:jc w:val="both"/>
                  <w:rPr>
                    <w:color w:val="000000"/>
                    <w:szCs w:val="28"/>
                  </w:rPr>
                </w:pPr>
                <w:r>
                  <w:rPr>
                    <w:color w:val="000000"/>
                    <w:szCs w:val="28"/>
                  </w:rPr>
                  <w:t xml:space="preserve"> </w:t>
                </w:r>
                <w:r w:rsidR="0083412F">
                  <w:rPr>
                    <w:color w:val="000000"/>
                    <w:szCs w:val="28"/>
                  </w:rPr>
                  <w:t>З</w:t>
                </w:r>
                <w:r w:rsidR="00382259">
                  <w:t>аместител</w:t>
                </w:r>
                <w:r w:rsidR="0083412F">
                  <w:t xml:space="preserve">ь </w:t>
                </w:r>
                <w:r w:rsidR="00382259">
                  <w:t>министра</w:t>
                </w:r>
              </w:p>
            </w:tc>
          </w:sdtContent>
        </w:sdt>
        <w:tc>
          <w:tcPr>
            <w:tcW w:w="2804" w:type="dxa"/>
          </w:tcPr>
          <w:p w:rsidR="0036487B" w:rsidRDefault="0036487B" w:rsidP="00003DCA">
            <w:pPr>
              <w:jc w:val="right"/>
              <w:rPr>
                <w:color w:val="000000"/>
                <w:szCs w:val="28"/>
              </w:rPr>
            </w:pPr>
          </w:p>
        </w:tc>
        <w:sdt>
          <w:sdtPr>
            <w:rPr>
              <w:color w:val="000000"/>
              <w:szCs w:val="28"/>
            </w:rPr>
            <w:alias w:val="И. О. Фамилия Подпис"/>
            <w:tag w:val="И. О. Фамилия Подпис"/>
            <w:id w:val="-858651988"/>
            <w:lock w:val="sdtLocked"/>
            <w:placeholder>
              <w:docPart w:val="6FB566FA41734EFFB33E9957E17DBE95"/>
            </w:placeholder>
          </w:sdtPr>
          <w:sdtEndPr/>
          <w:sdtContent>
            <w:tc>
              <w:tcPr>
                <w:tcW w:w="3178" w:type="dxa"/>
                <w:shd w:val="clear" w:color="auto" w:fill="auto"/>
              </w:tcPr>
              <w:p w:rsidR="0036487B" w:rsidRPr="00333239" w:rsidRDefault="00D15664" w:rsidP="00380A80">
                <w:pPr>
                  <w:jc w:val="right"/>
                  <w:rPr>
                    <w:color w:val="000000"/>
                    <w:szCs w:val="28"/>
                  </w:rPr>
                </w:pPr>
                <w:proofErr w:type="spellStart"/>
                <w:r>
                  <w:t>О.И.Фанфорович</w:t>
                </w:r>
                <w:proofErr w:type="spellEnd"/>
              </w:p>
            </w:tc>
          </w:sdtContent>
        </w:sdt>
      </w:tr>
    </w:tbl>
    <w:p w:rsidR="00D83331" w:rsidRDefault="00D83331" w:rsidP="00B17095">
      <w:pPr>
        <w:jc w:val="center"/>
        <w:rPr>
          <w:sz w:val="20"/>
        </w:rPr>
      </w:pPr>
    </w:p>
    <w:p w:rsidR="00E8232C" w:rsidRDefault="00E8232C" w:rsidP="00003DCA">
      <w:pPr>
        <w:jc w:val="both"/>
        <w:rPr>
          <w:sz w:val="20"/>
        </w:rPr>
      </w:pPr>
    </w:p>
    <w:p w:rsidR="00043124" w:rsidRPr="00D15664" w:rsidRDefault="00045910" w:rsidP="00003DCA">
      <w:pPr>
        <w:jc w:val="both"/>
        <w:rPr>
          <w:color w:val="000000"/>
          <w:sz w:val="20"/>
        </w:rPr>
      </w:pPr>
      <w:sdt>
        <w:sdtPr>
          <w:rPr>
            <w:color w:val="000000"/>
            <w:sz w:val="20"/>
            <w:lang w:val="en-US"/>
          </w:rPr>
          <w:alias w:val="ФИО исп"/>
          <w:tag w:val="ФИО исп"/>
          <w:id w:val="44044015"/>
          <w:lock w:val="sdtLocked"/>
          <w:placeholder>
            <w:docPart w:val="E13295A38FCB4F8C895BA1CD3CD94919"/>
          </w:placeholder>
        </w:sdtPr>
        <w:sdtEndPr/>
        <w:sdtContent>
          <w:proofErr w:type="spellStart"/>
          <w:r w:rsidR="00382259" w:rsidRPr="00D15664">
            <w:rPr>
              <w:sz w:val="20"/>
            </w:rPr>
            <w:t>Касабова</w:t>
          </w:r>
          <w:proofErr w:type="spellEnd"/>
          <w:r w:rsidR="00382259" w:rsidRPr="00D15664">
            <w:rPr>
              <w:sz w:val="20"/>
            </w:rPr>
            <w:t xml:space="preserve"> Ирина Марковна</w:t>
          </w:r>
        </w:sdtContent>
      </w:sdt>
      <w:r w:rsidR="00043124" w:rsidRPr="00D15664">
        <w:rPr>
          <w:color w:val="000000"/>
          <w:sz w:val="20"/>
          <w:lang w:val="en-US"/>
        </w:rPr>
        <w:t> </w:t>
      </w:r>
    </w:p>
    <w:sdt>
      <w:sdtPr>
        <w:rPr>
          <w:color w:val="000000"/>
          <w:sz w:val="20"/>
        </w:rPr>
        <w:alias w:val="Номер исп"/>
        <w:tag w:val="Номер исп"/>
        <w:id w:val="1117489733"/>
        <w:lock w:val="sdtLocked"/>
        <w:placeholder>
          <w:docPart w:val="75203F9103DA40F2AC0705601C63E4A7"/>
        </w:placeholder>
      </w:sdtPr>
      <w:sdtEndPr/>
      <w:sdtContent>
        <w:p w:rsidR="00380A80" w:rsidRPr="00380A80" w:rsidRDefault="00D15664" w:rsidP="00003DCA">
          <w:pPr>
            <w:jc w:val="both"/>
            <w:rPr>
              <w:color w:val="000000"/>
              <w:sz w:val="24"/>
              <w:szCs w:val="24"/>
            </w:rPr>
          </w:pPr>
          <w:r>
            <w:rPr>
              <w:color w:val="000000"/>
              <w:sz w:val="20"/>
            </w:rPr>
            <w:t>8(8512)54-92-99</w:t>
          </w:r>
        </w:p>
      </w:sdtContent>
    </w:sdt>
    <w:sectPr w:rsidR="00380A80" w:rsidRPr="00380A80" w:rsidSect="00E02555">
      <w:headerReference w:type="default" r:id="rId11"/>
      <w:headerReference w:type="first" r:id="rId12"/>
      <w:pgSz w:w="11906" w:h="16838"/>
      <w:pgMar w:top="142" w:right="707" w:bottom="993" w:left="1843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330" w:rsidRDefault="00F01330" w:rsidP="000F6702">
      <w:r>
        <w:separator/>
      </w:r>
    </w:p>
  </w:endnote>
  <w:endnote w:type="continuationSeparator" w:id="0">
    <w:p w:rsidR="00F01330" w:rsidRDefault="00F01330" w:rsidP="000F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330" w:rsidRDefault="00F01330" w:rsidP="000F6702">
      <w:r>
        <w:separator/>
      </w:r>
    </w:p>
  </w:footnote>
  <w:footnote w:type="continuationSeparator" w:id="0">
    <w:p w:rsidR="00F01330" w:rsidRDefault="00F01330" w:rsidP="000F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7389"/>
      <w:docPartObj>
        <w:docPartGallery w:val="Page Numbers (Top of Page)"/>
        <w:docPartUnique/>
      </w:docPartObj>
    </w:sdtPr>
    <w:sdtEndPr/>
    <w:sdtContent>
      <w:p w:rsidR="00E649BD" w:rsidRDefault="00E649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ED9">
          <w:rPr>
            <w:noProof/>
          </w:rPr>
          <w:t>2</w:t>
        </w:r>
        <w:r>
          <w:fldChar w:fldCharType="end"/>
        </w:r>
      </w:p>
    </w:sdtContent>
  </w:sdt>
  <w:p w:rsidR="00E649BD" w:rsidRDefault="00E649B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9BD" w:rsidRDefault="00E649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7AC"/>
    <w:rsid w:val="000020B2"/>
    <w:rsid w:val="00002CEE"/>
    <w:rsid w:val="000037BF"/>
    <w:rsid w:val="00003DCA"/>
    <w:rsid w:val="000077D9"/>
    <w:rsid w:val="0001420D"/>
    <w:rsid w:val="0001554F"/>
    <w:rsid w:val="0002390A"/>
    <w:rsid w:val="00033171"/>
    <w:rsid w:val="000363C5"/>
    <w:rsid w:val="00037A23"/>
    <w:rsid w:val="00040FAF"/>
    <w:rsid w:val="00043124"/>
    <w:rsid w:val="00045910"/>
    <w:rsid w:val="00047360"/>
    <w:rsid w:val="0005396E"/>
    <w:rsid w:val="00054EAD"/>
    <w:rsid w:val="0005516A"/>
    <w:rsid w:val="000707DF"/>
    <w:rsid w:val="00072A2C"/>
    <w:rsid w:val="00074E26"/>
    <w:rsid w:val="00075972"/>
    <w:rsid w:val="00075EF3"/>
    <w:rsid w:val="000852D0"/>
    <w:rsid w:val="00087ED9"/>
    <w:rsid w:val="00090142"/>
    <w:rsid w:val="00092103"/>
    <w:rsid w:val="000A4264"/>
    <w:rsid w:val="000B6D8C"/>
    <w:rsid w:val="000B73E5"/>
    <w:rsid w:val="000B7727"/>
    <w:rsid w:val="000C0A8F"/>
    <w:rsid w:val="000C2370"/>
    <w:rsid w:val="000C74CC"/>
    <w:rsid w:val="000D4207"/>
    <w:rsid w:val="000D543D"/>
    <w:rsid w:val="000D7E24"/>
    <w:rsid w:val="000E2B88"/>
    <w:rsid w:val="000E3056"/>
    <w:rsid w:val="000E5910"/>
    <w:rsid w:val="000F3721"/>
    <w:rsid w:val="000F574A"/>
    <w:rsid w:val="000F6702"/>
    <w:rsid w:val="00102DDD"/>
    <w:rsid w:val="001037F1"/>
    <w:rsid w:val="00111856"/>
    <w:rsid w:val="00115ACF"/>
    <w:rsid w:val="00131825"/>
    <w:rsid w:val="00135B41"/>
    <w:rsid w:val="00135D53"/>
    <w:rsid w:val="00136F2E"/>
    <w:rsid w:val="00137683"/>
    <w:rsid w:val="0014057A"/>
    <w:rsid w:val="0014376C"/>
    <w:rsid w:val="00152ADD"/>
    <w:rsid w:val="0015632F"/>
    <w:rsid w:val="00166A06"/>
    <w:rsid w:val="00175479"/>
    <w:rsid w:val="0018403C"/>
    <w:rsid w:val="001914CC"/>
    <w:rsid w:val="00194FD0"/>
    <w:rsid w:val="001A17FD"/>
    <w:rsid w:val="001A352A"/>
    <w:rsid w:val="001A3541"/>
    <w:rsid w:val="001A48E3"/>
    <w:rsid w:val="001B042B"/>
    <w:rsid w:val="001B278B"/>
    <w:rsid w:val="001B4830"/>
    <w:rsid w:val="001B62AE"/>
    <w:rsid w:val="001B771B"/>
    <w:rsid w:val="001C0872"/>
    <w:rsid w:val="001C201F"/>
    <w:rsid w:val="001D49E7"/>
    <w:rsid w:val="001D4EFE"/>
    <w:rsid w:val="001D508B"/>
    <w:rsid w:val="001D56E7"/>
    <w:rsid w:val="001E4795"/>
    <w:rsid w:val="001E57ED"/>
    <w:rsid w:val="001E7472"/>
    <w:rsid w:val="001F19EB"/>
    <w:rsid w:val="001F45F6"/>
    <w:rsid w:val="002012CE"/>
    <w:rsid w:val="00205BCF"/>
    <w:rsid w:val="002061C8"/>
    <w:rsid w:val="0020632B"/>
    <w:rsid w:val="00207604"/>
    <w:rsid w:val="002117BD"/>
    <w:rsid w:val="00222424"/>
    <w:rsid w:val="00222B81"/>
    <w:rsid w:val="002246FA"/>
    <w:rsid w:val="002321C3"/>
    <w:rsid w:val="002344B7"/>
    <w:rsid w:val="002344CD"/>
    <w:rsid w:val="002361F7"/>
    <w:rsid w:val="00237048"/>
    <w:rsid w:val="00240E89"/>
    <w:rsid w:val="00242135"/>
    <w:rsid w:val="00244E91"/>
    <w:rsid w:val="002476F7"/>
    <w:rsid w:val="002528C1"/>
    <w:rsid w:val="00252B03"/>
    <w:rsid w:val="00252C96"/>
    <w:rsid w:val="00255341"/>
    <w:rsid w:val="0025551D"/>
    <w:rsid w:val="00281E8C"/>
    <w:rsid w:val="0028381C"/>
    <w:rsid w:val="00287266"/>
    <w:rsid w:val="00287E19"/>
    <w:rsid w:val="00292043"/>
    <w:rsid w:val="00295AC2"/>
    <w:rsid w:val="002A57F5"/>
    <w:rsid w:val="002A7F94"/>
    <w:rsid w:val="002B2CA8"/>
    <w:rsid w:val="002B424E"/>
    <w:rsid w:val="002C47B8"/>
    <w:rsid w:val="002E0299"/>
    <w:rsid w:val="002E3DF5"/>
    <w:rsid w:val="002E5111"/>
    <w:rsid w:val="002F1071"/>
    <w:rsid w:val="002F23F5"/>
    <w:rsid w:val="0030605E"/>
    <w:rsid w:val="00306074"/>
    <w:rsid w:val="00306BB2"/>
    <w:rsid w:val="00306F2D"/>
    <w:rsid w:val="00307363"/>
    <w:rsid w:val="0032031F"/>
    <w:rsid w:val="00322705"/>
    <w:rsid w:val="00326AE1"/>
    <w:rsid w:val="00333239"/>
    <w:rsid w:val="003371C0"/>
    <w:rsid w:val="00341169"/>
    <w:rsid w:val="00346344"/>
    <w:rsid w:val="00357093"/>
    <w:rsid w:val="00357ED4"/>
    <w:rsid w:val="0036487B"/>
    <w:rsid w:val="003653B6"/>
    <w:rsid w:val="003709F1"/>
    <w:rsid w:val="00370A13"/>
    <w:rsid w:val="00371E63"/>
    <w:rsid w:val="00380A80"/>
    <w:rsid w:val="00382259"/>
    <w:rsid w:val="00384726"/>
    <w:rsid w:val="00385424"/>
    <w:rsid w:val="003855BA"/>
    <w:rsid w:val="00387DB0"/>
    <w:rsid w:val="0039439C"/>
    <w:rsid w:val="0039569B"/>
    <w:rsid w:val="00395988"/>
    <w:rsid w:val="00395F9D"/>
    <w:rsid w:val="003A087A"/>
    <w:rsid w:val="003A1516"/>
    <w:rsid w:val="003A4850"/>
    <w:rsid w:val="003A754D"/>
    <w:rsid w:val="003B22D6"/>
    <w:rsid w:val="003B23F4"/>
    <w:rsid w:val="003B7A0F"/>
    <w:rsid w:val="003C70AC"/>
    <w:rsid w:val="003D2EEA"/>
    <w:rsid w:val="003D3010"/>
    <w:rsid w:val="003D5D28"/>
    <w:rsid w:val="003D6138"/>
    <w:rsid w:val="003D660C"/>
    <w:rsid w:val="003E17BB"/>
    <w:rsid w:val="003F20C7"/>
    <w:rsid w:val="003F2A06"/>
    <w:rsid w:val="00404FDC"/>
    <w:rsid w:val="00407E5E"/>
    <w:rsid w:val="00410E4B"/>
    <w:rsid w:val="00427CD6"/>
    <w:rsid w:val="00430530"/>
    <w:rsid w:val="00432408"/>
    <w:rsid w:val="00432D44"/>
    <w:rsid w:val="004342FF"/>
    <w:rsid w:val="004367F0"/>
    <w:rsid w:val="004375E4"/>
    <w:rsid w:val="00441804"/>
    <w:rsid w:val="0044228A"/>
    <w:rsid w:val="0044602B"/>
    <w:rsid w:val="004535FD"/>
    <w:rsid w:val="00462B2E"/>
    <w:rsid w:val="00464D2D"/>
    <w:rsid w:val="004655A1"/>
    <w:rsid w:val="0046701B"/>
    <w:rsid w:val="00470DAB"/>
    <w:rsid w:val="00475706"/>
    <w:rsid w:val="00481C07"/>
    <w:rsid w:val="00483AD2"/>
    <w:rsid w:val="00485521"/>
    <w:rsid w:val="0048716B"/>
    <w:rsid w:val="00490C17"/>
    <w:rsid w:val="00494B7F"/>
    <w:rsid w:val="004976B8"/>
    <w:rsid w:val="004A3CDC"/>
    <w:rsid w:val="004A635D"/>
    <w:rsid w:val="004A6DB7"/>
    <w:rsid w:val="004A700E"/>
    <w:rsid w:val="004B32C5"/>
    <w:rsid w:val="004C0AD1"/>
    <w:rsid w:val="004C453A"/>
    <w:rsid w:val="004D4DEE"/>
    <w:rsid w:val="004D586C"/>
    <w:rsid w:val="004D6F59"/>
    <w:rsid w:val="004F13A8"/>
    <w:rsid w:val="004F393E"/>
    <w:rsid w:val="004F39EB"/>
    <w:rsid w:val="00504C94"/>
    <w:rsid w:val="00511D21"/>
    <w:rsid w:val="00512721"/>
    <w:rsid w:val="005135F4"/>
    <w:rsid w:val="005208C1"/>
    <w:rsid w:val="0052246A"/>
    <w:rsid w:val="00523635"/>
    <w:rsid w:val="0053078B"/>
    <w:rsid w:val="00533D1A"/>
    <w:rsid w:val="00536212"/>
    <w:rsid w:val="0054265D"/>
    <w:rsid w:val="00543DAF"/>
    <w:rsid w:val="00544163"/>
    <w:rsid w:val="00545247"/>
    <w:rsid w:val="00545EEF"/>
    <w:rsid w:val="005506BB"/>
    <w:rsid w:val="0055166B"/>
    <w:rsid w:val="00552667"/>
    <w:rsid w:val="00562CA1"/>
    <w:rsid w:val="00567906"/>
    <w:rsid w:val="00572B3D"/>
    <w:rsid w:val="00577C0F"/>
    <w:rsid w:val="00580AA9"/>
    <w:rsid w:val="00581F3C"/>
    <w:rsid w:val="00583F23"/>
    <w:rsid w:val="00597067"/>
    <w:rsid w:val="005A0FE3"/>
    <w:rsid w:val="005A475C"/>
    <w:rsid w:val="005A47E8"/>
    <w:rsid w:val="005B49C5"/>
    <w:rsid w:val="005B713F"/>
    <w:rsid w:val="005C11EF"/>
    <w:rsid w:val="005C1558"/>
    <w:rsid w:val="005C3085"/>
    <w:rsid w:val="005C494F"/>
    <w:rsid w:val="005C51AD"/>
    <w:rsid w:val="005E010E"/>
    <w:rsid w:val="005E124F"/>
    <w:rsid w:val="005E5258"/>
    <w:rsid w:val="005F2558"/>
    <w:rsid w:val="005F46C8"/>
    <w:rsid w:val="006027FD"/>
    <w:rsid w:val="00606046"/>
    <w:rsid w:val="00620664"/>
    <w:rsid w:val="00623C24"/>
    <w:rsid w:val="00625964"/>
    <w:rsid w:val="0063279F"/>
    <w:rsid w:val="006362E4"/>
    <w:rsid w:val="00640A61"/>
    <w:rsid w:val="00641198"/>
    <w:rsid w:val="00642D9D"/>
    <w:rsid w:val="006436DC"/>
    <w:rsid w:val="00652C02"/>
    <w:rsid w:val="006609AC"/>
    <w:rsid w:val="00666EE3"/>
    <w:rsid w:val="00670A11"/>
    <w:rsid w:val="00672DBB"/>
    <w:rsid w:val="0067453B"/>
    <w:rsid w:val="0067539D"/>
    <w:rsid w:val="0067639C"/>
    <w:rsid w:val="00682A3C"/>
    <w:rsid w:val="00685CEF"/>
    <w:rsid w:val="006872A0"/>
    <w:rsid w:val="00690E5F"/>
    <w:rsid w:val="006977AC"/>
    <w:rsid w:val="006A60ED"/>
    <w:rsid w:val="006B13BE"/>
    <w:rsid w:val="006B1623"/>
    <w:rsid w:val="006B28E3"/>
    <w:rsid w:val="006B31C1"/>
    <w:rsid w:val="006C09F3"/>
    <w:rsid w:val="006C2338"/>
    <w:rsid w:val="006C4DEB"/>
    <w:rsid w:val="006C5E99"/>
    <w:rsid w:val="006C6AE9"/>
    <w:rsid w:val="006D1E04"/>
    <w:rsid w:val="006D5A42"/>
    <w:rsid w:val="006D634E"/>
    <w:rsid w:val="006D74E4"/>
    <w:rsid w:val="006F0765"/>
    <w:rsid w:val="006F5242"/>
    <w:rsid w:val="006F6FF6"/>
    <w:rsid w:val="007066E3"/>
    <w:rsid w:val="0071057F"/>
    <w:rsid w:val="00731775"/>
    <w:rsid w:val="0073575F"/>
    <w:rsid w:val="007368F5"/>
    <w:rsid w:val="007376CE"/>
    <w:rsid w:val="007425B3"/>
    <w:rsid w:val="007530B6"/>
    <w:rsid w:val="007534F2"/>
    <w:rsid w:val="00757501"/>
    <w:rsid w:val="00757691"/>
    <w:rsid w:val="00757E21"/>
    <w:rsid w:val="00761241"/>
    <w:rsid w:val="00761FB4"/>
    <w:rsid w:val="007650A7"/>
    <w:rsid w:val="007701F8"/>
    <w:rsid w:val="00770A58"/>
    <w:rsid w:val="00791A41"/>
    <w:rsid w:val="00791DEA"/>
    <w:rsid w:val="007A11AF"/>
    <w:rsid w:val="007A6EA7"/>
    <w:rsid w:val="007B080B"/>
    <w:rsid w:val="007C5D83"/>
    <w:rsid w:val="007C7FD2"/>
    <w:rsid w:val="007E024B"/>
    <w:rsid w:val="007E4C48"/>
    <w:rsid w:val="007E7CC4"/>
    <w:rsid w:val="007F6A09"/>
    <w:rsid w:val="00807197"/>
    <w:rsid w:val="00812408"/>
    <w:rsid w:val="0082107B"/>
    <w:rsid w:val="00824C28"/>
    <w:rsid w:val="008270FA"/>
    <w:rsid w:val="0083412F"/>
    <w:rsid w:val="00836E8C"/>
    <w:rsid w:val="00841AB0"/>
    <w:rsid w:val="00845D9E"/>
    <w:rsid w:val="008463F0"/>
    <w:rsid w:val="008466ED"/>
    <w:rsid w:val="00851D1D"/>
    <w:rsid w:val="00853A06"/>
    <w:rsid w:val="00857998"/>
    <w:rsid w:val="0086087D"/>
    <w:rsid w:val="008623E0"/>
    <w:rsid w:val="00866343"/>
    <w:rsid w:val="008674AB"/>
    <w:rsid w:val="0086757C"/>
    <w:rsid w:val="00870588"/>
    <w:rsid w:val="00873AFB"/>
    <w:rsid w:val="008766F2"/>
    <w:rsid w:val="00876768"/>
    <w:rsid w:val="0088083A"/>
    <w:rsid w:val="008809EE"/>
    <w:rsid w:val="008858EF"/>
    <w:rsid w:val="00887ED2"/>
    <w:rsid w:val="00891BF0"/>
    <w:rsid w:val="00892104"/>
    <w:rsid w:val="008923C8"/>
    <w:rsid w:val="008A5482"/>
    <w:rsid w:val="008A5E97"/>
    <w:rsid w:val="008B0BCA"/>
    <w:rsid w:val="008B5054"/>
    <w:rsid w:val="008B5AD3"/>
    <w:rsid w:val="008C0B38"/>
    <w:rsid w:val="008C50BE"/>
    <w:rsid w:val="008C7857"/>
    <w:rsid w:val="008D37DD"/>
    <w:rsid w:val="008D3F5C"/>
    <w:rsid w:val="008D5A45"/>
    <w:rsid w:val="008E541F"/>
    <w:rsid w:val="008F0F1E"/>
    <w:rsid w:val="00903883"/>
    <w:rsid w:val="00905980"/>
    <w:rsid w:val="00905C44"/>
    <w:rsid w:val="00917E67"/>
    <w:rsid w:val="00921B60"/>
    <w:rsid w:val="00922C66"/>
    <w:rsid w:val="0092443E"/>
    <w:rsid w:val="00932F74"/>
    <w:rsid w:val="009331AF"/>
    <w:rsid w:val="009346A4"/>
    <w:rsid w:val="00935276"/>
    <w:rsid w:val="009461F5"/>
    <w:rsid w:val="00946226"/>
    <w:rsid w:val="009520BC"/>
    <w:rsid w:val="00953A7A"/>
    <w:rsid w:val="00962C0C"/>
    <w:rsid w:val="00964F74"/>
    <w:rsid w:val="00965AF6"/>
    <w:rsid w:val="00966A72"/>
    <w:rsid w:val="009835DD"/>
    <w:rsid w:val="00984537"/>
    <w:rsid w:val="0099101F"/>
    <w:rsid w:val="00994489"/>
    <w:rsid w:val="009973D9"/>
    <w:rsid w:val="009A0F0E"/>
    <w:rsid w:val="009A1D34"/>
    <w:rsid w:val="009A4963"/>
    <w:rsid w:val="009B071F"/>
    <w:rsid w:val="009B1C0F"/>
    <w:rsid w:val="009B77DC"/>
    <w:rsid w:val="009C2C70"/>
    <w:rsid w:val="009D5696"/>
    <w:rsid w:val="009D601D"/>
    <w:rsid w:val="009E2D73"/>
    <w:rsid w:val="009E7ED1"/>
    <w:rsid w:val="009F0CC0"/>
    <w:rsid w:val="009F3F69"/>
    <w:rsid w:val="009F78A8"/>
    <w:rsid w:val="00A053BE"/>
    <w:rsid w:val="00A12C25"/>
    <w:rsid w:val="00A1483B"/>
    <w:rsid w:val="00A16F6F"/>
    <w:rsid w:val="00A247DB"/>
    <w:rsid w:val="00A256E2"/>
    <w:rsid w:val="00A26678"/>
    <w:rsid w:val="00A26BB3"/>
    <w:rsid w:val="00A30407"/>
    <w:rsid w:val="00A3161A"/>
    <w:rsid w:val="00A401BF"/>
    <w:rsid w:val="00A4149E"/>
    <w:rsid w:val="00A5453C"/>
    <w:rsid w:val="00A54BA6"/>
    <w:rsid w:val="00A5727A"/>
    <w:rsid w:val="00A6376B"/>
    <w:rsid w:val="00A65251"/>
    <w:rsid w:val="00A701B3"/>
    <w:rsid w:val="00A8047D"/>
    <w:rsid w:val="00A8243D"/>
    <w:rsid w:val="00A87E53"/>
    <w:rsid w:val="00A917E3"/>
    <w:rsid w:val="00A92FE5"/>
    <w:rsid w:val="00A930B0"/>
    <w:rsid w:val="00A936FF"/>
    <w:rsid w:val="00A95A46"/>
    <w:rsid w:val="00AA20D8"/>
    <w:rsid w:val="00AA2481"/>
    <w:rsid w:val="00AA3049"/>
    <w:rsid w:val="00AB0E05"/>
    <w:rsid w:val="00AB1D44"/>
    <w:rsid w:val="00AB556D"/>
    <w:rsid w:val="00AB6B5D"/>
    <w:rsid w:val="00AB7561"/>
    <w:rsid w:val="00AB7632"/>
    <w:rsid w:val="00AC0602"/>
    <w:rsid w:val="00AC56C0"/>
    <w:rsid w:val="00AC7454"/>
    <w:rsid w:val="00AD1DD8"/>
    <w:rsid w:val="00AD204F"/>
    <w:rsid w:val="00AD76CA"/>
    <w:rsid w:val="00AE0848"/>
    <w:rsid w:val="00AE2514"/>
    <w:rsid w:val="00AE259F"/>
    <w:rsid w:val="00AE4E0A"/>
    <w:rsid w:val="00AE5E3F"/>
    <w:rsid w:val="00AF1F9F"/>
    <w:rsid w:val="00AF222A"/>
    <w:rsid w:val="00AF2EF9"/>
    <w:rsid w:val="00AF502A"/>
    <w:rsid w:val="00B027F3"/>
    <w:rsid w:val="00B0689A"/>
    <w:rsid w:val="00B06CF5"/>
    <w:rsid w:val="00B10B86"/>
    <w:rsid w:val="00B11D3C"/>
    <w:rsid w:val="00B17095"/>
    <w:rsid w:val="00B206C3"/>
    <w:rsid w:val="00B21AC5"/>
    <w:rsid w:val="00B33C37"/>
    <w:rsid w:val="00B3417C"/>
    <w:rsid w:val="00B35BF5"/>
    <w:rsid w:val="00B3700D"/>
    <w:rsid w:val="00B40804"/>
    <w:rsid w:val="00B50ECE"/>
    <w:rsid w:val="00B547DA"/>
    <w:rsid w:val="00B54C36"/>
    <w:rsid w:val="00B663B7"/>
    <w:rsid w:val="00B707D2"/>
    <w:rsid w:val="00B7125E"/>
    <w:rsid w:val="00B7372E"/>
    <w:rsid w:val="00B74796"/>
    <w:rsid w:val="00B95F0A"/>
    <w:rsid w:val="00B96643"/>
    <w:rsid w:val="00B96D11"/>
    <w:rsid w:val="00BA3D8C"/>
    <w:rsid w:val="00BA6A36"/>
    <w:rsid w:val="00BA7E2D"/>
    <w:rsid w:val="00BB16EC"/>
    <w:rsid w:val="00BB2EBB"/>
    <w:rsid w:val="00BB3D53"/>
    <w:rsid w:val="00BB5E34"/>
    <w:rsid w:val="00BB63EE"/>
    <w:rsid w:val="00BC4E52"/>
    <w:rsid w:val="00BC6929"/>
    <w:rsid w:val="00BE08A8"/>
    <w:rsid w:val="00BE477E"/>
    <w:rsid w:val="00BF1A88"/>
    <w:rsid w:val="00BF2091"/>
    <w:rsid w:val="00BF48E8"/>
    <w:rsid w:val="00BF74ED"/>
    <w:rsid w:val="00C006FF"/>
    <w:rsid w:val="00C02D5D"/>
    <w:rsid w:val="00C06ED6"/>
    <w:rsid w:val="00C07832"/>
    <w:rsid w:val="00C07D26"/>
    <w:rsid w:val="00C11E19"/>
    <w:rsid w:val="00C11E63"/>
    <w:rsid w:val="00C16869"/>
    <w:rsid w:val="00C169C6"/>
    <w:rsid w:val="00C27AA7"/>
    <w:rsid w:val="00C31025"/>
    <w:rsid w:val="00C37DCB"/>
    <w:rsid w:val="00C40D33"/>
    <w:rsid w:val="00C41E8B"/>
    <w:rsid w:val="00C50DEB"/>
    <w:rsid w:val="00C528EF"/>
    <w:rsid w:val="00C53BAB"/>
    <w:rsid w:val="00C55F1D"/>
    <w:rsid w:val="00C63096"/>
    <w:rsid w:val="00C67A63"/>
    <w:rsid w:val="00C71CC6"/>
    <w:rsid w:val="00C72699"/>
    <w:rsid w:val="00C74F11"/>
    <w:rsid w:val="00C7550E"/>
    <w:rsid w:val="00C77F99"/>
    <w:rsid w:val="00C8205A"/>
    <w:rsid w:val="00C83951"/>
    <w:rsid w:val="00C83B91"/>
    <w:rsid w:val="00C85BA5"/>
    <w:rsid w:val="00C9031B"/>
    <w:rsid w:val="00C93597"/>
    <w:rsid w:val="00C9381F"/>
    <w:rsid w:val="00CA074C"/>
    <w:rsid w:val="00CA34E0"/>
    <w:rsid w:val="00CA5EB1"/>
    <w:rsid w:val="00CB1EBE"/>
    <w:rsid w:val="00CB7297"/>
    <w:rsid w:val="00CC0E37"/>
    <w:rsid w:val="00CC15BC"/>
    <w:rsid w:val="00CC1DC9"/>
    <w:rsid w:val="00CC54BE"/>
    <w:rsid w:val="00CD11CC"/>
    <w:rsid w:val="00CD6B8E"/>
    <w:rsid w:val="00CE2355"/>
    <w:rsid w:val="00CE7549"/>
    <w:rsid w:val="00CF7490"/>
    <w:rsid w:val="00D0408C"/>
    <w:rsid w:val="00D142CB"/>
    <w:rsid w:val="00D15664"/>
    <w:rsid w:val="00D23A59"/>
    <w:rsid w:val="00D26CF7"/>
    <w:rsid w:val="00D27069"/>
    <w:rsid w:val="00D36632"/>
    <w:rsid w:val="00D4024F"/>
    <w:rsid w:val="00D431CB"/>
    <w:rsid w:val="00D505D9"/>
    <w:rsid w:val="00D530DA"/>
    <w:rsid w:val="00D60F4D"/>
    <w:rsid w:val="00D622EC"/>
    <w:rsid w:val="00D7555A"/>
    <w:rsid w:val="00D76F73"/>
    <w:rsid w:val="00D83331"/>
    <w:rsid w:val="00D8662F"/>
    <w:rsid w:val="00D90ED9"/>
    <w:rsid w:val="00D950E3"/>
    <w:rsid w:val="00D95840"/>
    <w:rsid w:val="00D96A69"/>
    <w:rsid w:val="00DA15C7"/>
    <w:rsid w:val="00DA5F98"/>
    <w:rsid w:val="00DB217A"/>
    <w:rsid w:val="00DB645D"/>
    <w:rsid w:val="00DB772D"/>
    <w:rsid w:val="00DC315A"/>
    <w:rsid w:val="00DD13C3"/>
    <w:rsid w:val="00DD13C9"/>
    <w:rsid w:val="00DE04D7"/>
    <w:rsid w:val="00DE07CC"/>
    <w:rsid w:val="00DF2011"/>
    <w:rsid w:val="00DF499E"/>
    <w:rsid w:val="00DF6639"/>
    <w:rsid w:val="00DF74EB"/>
    <w:rsid w:val="00E01E86"/>
    <w:rsid w:val="00E02555"/>
    <w:rsid w:val="00E033AC"/>
    <w:rsid w:val="00E1072C"/>
    <w:rsid w:val="00E33409"/>
    <w:rsid w:val="00E4303F"/>
    <w:rsid w:val="00E50C5D"/>
    <w:rsid w:val="00E55131"/>
    <w:rsid w:val="00E649BD"/>
    <w:rsid w:val="00E723F4"/>
    <w:rsid w:val="00E755C3"/>
    <w:rsid w:val="00E7698E"/>
    <w:rsid w:val="00E8140C"/>
    <w:rsid w:val="00E81B23"/>
    <w:rsid w:val="00E8232C"/>
    <w:rsid w:val="00E867A0"/>
    <w:rsid w:val="00E8691C"/>
    <w:rsid w:val="00E91D2B"/>
    <w:rsid w:val="00E9647E"/>
    <w:rsid w:val="00EA3C63"/>
    <w:rsid w:val="00EB4310"/>
    <w:rsid w:val="00EC0C35"/>
    <w:rsid w:val="00EC3DA3"/>
    <w:rsid w:val="00ED122D"/>
    <w:rsid w:val="00ED1650"/>
    <w:rsid w:val="00ED2C05"/>
    <w:rsid w:val="00ED481F"/>
    <w:rsid w:val="00ED6522"/>
    <w:rsid w:val="00ED6786"/>
    <w:rsid w:val="00EE4A2A"/>
    <w:rsid w:val="00EF0782"/>
    <w:rsid w:val="00EF1CA4"/>
    <w:rsid w:val="00EF2686"/>
    <w:rsid w:val="00EF45F4"/>
    <w:rsid w:val="00EF5458"/>
    <w:rsid w:val="00F00A36"/>
    <w:rsid w:val="00F01330"/>
    <w:rsid w:val="00F0278C"/>
    <w:rsid w:val="00F144FB"/>
    <w:rsid w:val="00F14711"/>
    <w:rsid w:val="00F16045"/>
    <w:rsid w:val="00F162C8"/>
    <w:rsid w:val="00F23C39"/>
    <w:rsid w:val="00F24440"/>
    <w:rsid w:val="00F272B0"/>
    <w:rsid w:val="00F35FB6"/>
    <w:rsid w:val="00F42CAB"/>
    <w:rsid w:val="00F45700"/>
    <w:rsid w:val="00F47644"/>
    <w:rsid w:val="00F51CA8"/>
    <w:rsid w:val="00F606AF"/>
    <w:rsid w:val="00F64C69"/>
    <w:rsid w:val="00F73729"/>
    <w:rsid w:val="00F755E4"/>
    <w:rsid w:val="00F84AA6"/>
    <w:rsid w:val="00F91BC2"/>
    <w:rsid w:val="00FA51C6"/>
    <w:rsid w:val="00FB096B"/>
    <w:rsid w:val="00FB2488"/>
    <w:rsid w:val="00FB3A4D"/>
    <w:rsid w:val="00FB4ABE"/>
    <w:rsid w:val="00FC16AD"/>
    <w:rsid w:val="00FE1156"/>
    <w:rsid w:val="00FE4CAB"/>
    <w:rsid w:val="00FE5B40"/>
    <w:rsid w:val="00FF52B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45650"/>
  <w15:docId w15:val="{AEDF3D5F-9B48-4670-A691-37C0F021F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1AF"/>
    <w:rPr>
      <w:sz w:val="28"/>
    </w:rPr>
  </w:style>
  <w:style w:type="paragraph" w:styleId="1">
    <w:name w:val="heading 1"/>
    <w:basedOn w:val="a"/>
    <w:next w:val="a"/>
    <w:link w:val="10"/>
    <w:qFormat/>
    <w:rsid w:val="00D15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72DBB"/>
    <w:pPr>
      <w:keepNext/>
      <w:jc w:val="center"/>
      <w:outlineLvl w:val="1"/>
    </w:pPr>
    <w:rPr>
      <w:b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A11A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33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A8047D"/>
    <w:rPr>
      <w:color w:val="0000FF"/>
      <w:u w:val="single"/>
    </w:rPr>
  </w:style>
  <w:style w:type="character" w:styleId="a6">
    <w:name w:val="line number"/>
    <w:rsid w:val="000F6702"/>
  </w:style>
  <w:style w:type="paragraph" w:styleId="a7">
    <w:name w:val="header"/>
    <w:basedOn w:val="a"/>
    <w:link w:val="a8"/>
    <w:uiPriority w:val="99"/>
    <w:rsid w:val="000F67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6702"/>
    <w:rPr>
      <w:sz w:val="28"/>
    </w:rPr>
  </w:style>
  <w:style w:type="paragraph" w:styleId="a9">
    <w:name w:val="footer"/>
    <w:basedOn w:val="a"/>
    <w:link w:val="aa"/>
    <w:rsid w:val="000F67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6702"/>
    <w:rPr>
      <w:sz w:val="28"/>
    </w:rPr>
  </w:style>
  <w:style w:type="character" w:styleId="ab">
    <w:name w:val="Placeholder Text"/>
    <w:basedOn w:val="a0"/>
    <w:uiPriority w:val="99"/>
    <w:semiHidden/>
    <w:rsid w:val="00380A80"/>
    <w:rPr>
      <w:color w:val="808080"/>
    </w:rPr>
  </w:style>
  <w:style w:type="character" w:customStyle="1" w:styleId="20">
    <w:name w:val="Заголовок 2 Знак"/>
    <w:basedOn w:val="a0"/>
    <w:link w:val="2"/>
    <w:semiHidden/>
    <w:rsid w:val="00672DBB"/>
    <w:rPr>
      <w:b/>
      <w:sz w:val="24"/>
      <w:szCs w:val="22"/>
    </w:rPr>
  </w:style>
  <w:style w:type="paragraph" w:styleId="ac">
    <w:name w:val="Body Text"/>
    <w:basedOn w:val="a"/>
    <w:link w:val="ad"/>
    <w:unhideWhenUsed/>
    <w:rsid w:val="00672DBB"/>
    <w:pPr>
      <w:jc w:val="center"/>
    </w:pPr>
    <w:rPr>
      <w:sz w:val="22"/>
      <w:szCs w:val="16"/>
    </w:rPr>
  </w:style>
  <w:style w:type="character" w:customStyle="1" w:styleId="ad">
    <w:name w:val="Основной текст Знак"/>
    <w:basedOn w:val="a0"/>
    <w:link w:val="ac"/>
    <w:rsid w:val="00672DBB"/>
    <w:rPr>
      <w:sz w:val="22"/>
      <w:szCs w:val="16"/>
    </w:rPr>
  </w:style>
  <w:style w:type="paragraph" w:styleId="ae">
    <w:name w:val="Normal (Web)"/>
    <w:basedOn w:val="a"/>
    <w:uiPriority w:val="99"/>
    <w:unhideWhenUsed/>
    <w:rsid w:val="004B32C5"/>
    <w:pPr>
      <w:spacing w:before="100" w:beforeAutospacing="1" w:after="100" w:afterAutospacing="1"/>
    </w:pPr>
    <w:rPr>
      <w:sz w:val="24"/>
      <w:szCs w:val="24"/>
    </w:rPr>
  </w:style>
  <w:style w:type="paragraph" w:customStyle="1" w:styleId="1-">
    <w:name w:val="1МОЙ-Текст"/>
    <w:basedOn w:val="a"/>
    <w:link w:val="1-0"/>
    <w:autoRedefine/>
    <w:qFormat/>
    <w:rsid w:val="00087ED9"/>
    <w:pPr>
      <w:spacing w:line="276" w:lineRule="auto"/>
      <w:ind w:firstLine="709"/>
      <w:jc w:val="both"/>
    </w:pPr>
    <w:rPr>
      <w:color w:val="00000A"/>
      <w:szCs w:val="28"/>
    </w:rPr>
  </w:style>
  <w:style w:type="character" w:customStyle="1" w:styleId="1-0">
    <w:name w:val="1МОЙ-Текст Знак"/>
    <w:basedOn w:val="a0"/>
    <w:link w:val="1-"/>
    <w:rsid w:val="00087ED9"/>
    <w:rPr>
      <w:color w:val="00000A"/>
      <w:sz w:val="28"/>
      <w:szCs w:val="28"/>
    </w:rPr>
  </w:style>
  <w:style w:type="character" w:customStyle="1" w:styleId="10">
    <w:name w:val="Заголовок 1 Знак"/>
    <w:basedOn w:val="a0"/>
    <w:link w:val="1"/>
    <w:rsid w:val="00D15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zdrav@astrob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ostatzp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zdrav.astrobl.ru/deyatelnost/napravleniya-deyatelnosti/sistema-oplaty-truda/informaciia-dlia-medicinskix-organizacii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ORG\&#1055;&#1054;&#1063;&#1058;&#1040;\&#1045;&#1057;&#1048;&#1053;&#1040;\&#1064;&#1040;&#1041;&#1051;&#1054;&#1053;%20&#1055;&#1048;&#1057;&#1068;&#1052;&#1040;_&#1040;&#1047;&#1048;&#1047;&#1054;&#1042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F476BFAFFBA4544801E13FA11AC20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B48F99-02C4-4A11-AF02-C467913785F1}"/>
      </w:docPartPr>
      <w:docPartBody>
        <w:p w:rsidR="00B10D95" w:rsidRDefault="009845B8" w:rsidP="0088217B">
          <w:pPr>
            <w:pStyle w:val="AF476BFAFFBA4544801E13FA11AC208B1"/>
          </w:pPr>
          <w:r>
            <w:t>Место для ввода текста</w:t>
          </w:r>
        </w:p>
      </w:docPartBody>
    </w:docPart>
    <w:docPart>
      <w:docPartPr>
        <w:name w:val="E64ECFDA14BF47B7AFB0DF32F804CD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7295EC-D202-4E65-ADC1-6263D92C178D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24FB87DC78B347D8A66F033A32DDCA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4E5651-363B-45B4-81ED-3298C5C4A5D2}"/>
      </w:docPartPr>
      <w:docPartBody>
        <w:p w:rsidR="00B10D95" w:rsidRDefault="00DC7F33" w:rsidP="00DC7F33">
          <w:pPr>
            <w:pStyle w:val="24FB87DC78B347D8A66F033A32DDCA0314"/>
          </w:pPr>
          <w:r>
            <w:rPr>
              <w:sz w:val="20"/>
            </w:rPr>
            <w:t xml:space="preserve"> </w:t>
          </w:r>
        </w:p>
      </w:docPartBody>
    </w:docPart>
    <w:docPart>
      <w:docPartPr>
        <w:name w:val="5D2CF9714E5047D5AD6FF927782108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520B10-07B3-469A-B2D3-D140E044D00C}"/>
      </w:docPartPr>
      <w:docPartBody>
        <w:p w:rsidR="00B10D95" w:rsidRDefault="009845B8" w:rsidP="0088217B">
          <w:pPr>
            <w:pStyle w:val="5D2CF9714E5047D5AD6FF927782108B51"/>
          </w:pPr>
          <w:r>
            <w:t>Место для ввода текста</w:t>
          </w:r>
        </w:p>
      </w:docPartBody>
    </w:docPart>
    <w:docPart>
      <w:docPartPr>
        <w:name w:val="B5112A52BA2B4CC782D7968C16D15F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C30131-6C20-409E-BD61-DD49E182EBB3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C611C931B2A64E2D8EAEC9E14D0FBF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2468BA-E0EE-46C5-9D6E-F0A3F7FCCB30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1328649D8CF64379A385A03DE84585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B3C6DB-FE31-4E3E-9612-10C0ACF07DC3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6FB566FA41734EFFB33E9957E17DBE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E0FF4D-A42B-47B3-AD85-F4398838F81C}"/>
      </w:docPartPr>
      <w:docPartBody>
        <w:p w:rsidR="00B10D95" w:rsidRDefault="009845B8" w:rsidP="0088217B">
          <w:pPr>
            <w:pStyle w:val="6FB566FA41734EFFB33E9957E17DBE951"/>
          </w:pPr>
          <w:r>
            <w:t>Место для ввода текста</w:t>
          </w:r>
        </w:p>
      </w:docPartBody>
    </w:docPart>
    <w:docPart>
      <w:docPartPr>
        <w:name w:val="E13295A38FCB4F8C895BA1CD3CD949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4EC71A-8841-402C-890E-BF025707044B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75203F9103DA40F2AC0705601C63E4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311DB7-1B23-454D-B2C7-D9A7FA62D0C7}"/>
      </w:docPartPr>
      <w:docPartBody>
        <w:p w:rsidR="00B10D95" w:rsidRDefault="00DC7F33">
          <w:r>
            <w:t>Место для ввода текста</w:t>
          </w:r>
        </w:p>
      </w:docPartBody>
    </w:docPart>
    <w:docPart>
      <w:docPartPr>
        <w:name w:val="0D0F0AA39A2F49DFAF2709F21666B5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EB9B6B-F517-487A-8699-B9FD2A01730E}"/>
      </w:docPartPr>
      <w:docPartBody>
        <w:p w:rsidR="0088217B" w:rsidRDefault="00DC7F33" w:rsidP="00DC7F33">
          <w:pPr>
            <w:pStyle w:val="0D0F0AA39A2F49DFAF2709F21666B51614"/>
          </w:pPr>
          <w:r w:rsidRPr="004342FF">
            <w:rPr>
              <w:rStyle w:val="a3"/>
              <w:sz w:val="16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79"/>
    <w:rsid w:val="00020A80"/>
    <w:rsid w:val="00063BB4"/>
    <w:rsid w:val="000B73E5"/>
    <w:rsid w:val="0016776B"/>
    <w:rsid w:val="002E5855"/>
    <w:rsid w:val="0053078B"/>
    <w:rsid w:val="005E5258"/>
    <w:rsid w:val="005F7F79"/>
    <w:rsid w:val="00611791"/>
    <w:rsid w:val="006B2B5D"/>
    <w:rsid w:val="00721ABD"/>
    <w:rsid w:val="007317D8"/>
    <w:rsid w:val="00835EBD"/>
    <w:rsid w:val="008674AB"/>
    <w:rsid w:val="0088217B"/>
    <w:rsid w:val="009845B8"/>
    <w:rsid w:val="00984706"/>
    <w:rsid w:val="00A333B7"/>
    <w:rsid w:val="00A55C3E"/>
    <w:rsid w:val="00AD71EA"/>
    <w:rsid w:val="00AE13D2"/>
    <w:rsid w:val="00B10D95"/>
    <w:rsid w:val="00B61A10"/>
    <w:rsid w:val="00B9097A"/>
    <w:rsid w:val="00C77D50"/>
    <w:rsid w:val="00C849DD"/>
    <w:rsid w:val="00CA59BB"/>
    <w:rsid w:val="00CF55D9"/>
    <w:rsid w:val="00DA1833"/>
    <w:rsid w:val="00DC7F33"/>
    <w:rsid w:val="00DF021E"/>
    <w:rsid w:val="00DF7A60"/>
    <w:rsid w:val="00F16045"/>
    <w:rsid w:val="00F5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F33"/>
    <w:rPr>
      <w:color w:val="808080"/>
    </w:rPr>
  </w:style>
  <w:style w:type="paragraph" w:customStyle="1" w:styleId="AF476BFAFFBA4544801E13FA11AC208B1">
    <w:name w:val="AF476BFAFFBA4544801E13FA11AC208B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5D2CF9714E5047D5AD6FF927782108B51">
    <w:name w:val="5D2CF9714E5047D5AD6FF927782108B5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6FB566FA41734EFFB33E9957E17DBE951">
    <w:name w:val="6FB566FA41734EFFB33E9957E17DBE95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4FB87DC78B347D8A66F033A32DDCA0314">
    <w:name w:val="24FB87DC78B347D8A66F033A32DDCA0314"/>
    <w:rsid w:val="00DC7F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0D0F0AA39A2F49DFAF2709F21666B51614">
    <w:name w:val="0D0F0AA39A2F49DFAF2709F21666B51614"/>
    <w:rsid w:val="00DC7F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D43E7-4477-4BEE-BF3D-FC59E44D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ПИСЬМА_АЗИЗОВ</Template>
  <TotalTime>62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</vt:lpstr>
    </vt:vector>
  </TitlesOfParts>
  <Company>Администрация Астраханской области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</dc:title>
  <dc:creator>Есина Надежда Владимировна</dc:creator>
  <cp:lastModifiedBy>Матвеева Ольга Васильевна</cp:lastModifiedBy>
  <cp:revision>14</cp:revision>
  <cp:lastPrinted>2025-04-02T10:59:00Z</cp:lastPrinted>
  <dcterms:created xsi:type="dcterms:W3CDTF">2024-09-30T12:51:00Z</dcterms:created>
  <dcterms:modified xsi:type="dcterms:W3CDTF">2025-06-02T05:33:00Z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олжность Адресата">
    <vt:lpwstr>ezY4NzY2OGNjLWU2YzItNDQxYi04MjAyLTI4NjgxNjYzOTY4YjpiMDIyYWE5OC1hMTY5LTRjYjItOGMwNi0xYmJjMGQwZTYwN2N9LT57YjBlNWU3OGYtYjRhOC00NGM1LWFjNDQtYzQwMzkzNWFjMjc5OjM4NDk3Yzg3LWIwMGYtNGJjNC1iMzI3LWViYjYxMTQ0NWEwMH0tPkRhdGl2ZQ==</vt:lpwstr>
  </property>
  <property fmtid="{D5CDD505-2E9C-101B-9397-08002B2CF9AE}" pid="3" name="TPL_Фамилия И. О. Адресата">
    <vt:lpwstr>ezY4NzY2OGNjLWU2YzItNDQxYi04MjAyLTI4NjgxNjYzOTY4YjpiMDIyYWE5OC1hMTY5LTRjYjItOGMwNi0xYmJjMGQwZTYwN2N9LT5MYXN0TmFtZUFuZEluaXRpYWxzLT5EYXRpdmU=</vt:lpwstr>
  </property>
  <property fmtid="{D5CDD505-2E9C-101B-9397-08002B2CF9AE}" pid="4" name="TPL_на №">
    <vt:lpwstr>ezY4NzY2OGNjLWU2YzItNDQxYi04MjAyLTI4NjgxNjYzOTY4Yjo4ZDRhMTM5YS05MWQyLTRmNTYtYTkzNy0zODdhZTE2ZmQ3NWV9LT57ZjcyNTRiM2EtMTkzNC00YmE2LWFlZTAtYzU0ODg3MWNiNDA1OjI2M2NmMDY4LWUyMjQtNGE4My05ZGYwLTE5OGU4MjgxMDFkMX0=</vt:lpwstr>
  </property>
  <property fmtid="{D5CDD505-2E9C-101B-9397-08002B2CF9AE}" pid="5" name="TPL_от дата">
    <vt:lpwstr>ezY4NzY2OGNjLWU2YzItNDQxYi04MjAyLTI4NjgxNjYzOTY4Yjo4ZDRhMTM5YS05MWQyLTRmNTYtYTkzNy0zODdhZTE2ZmQ3NWV9LT57ZjcyNTRiM2EtMTkzNC00YmE2LWFlZTAtYzU0ODg3MWNiNDA1OjNlNTVmMDkxLTQxYTQtNGU1OC1hOWM1LWRiZTkwNzgyY2NlY30=</vt:lpwstr>
  </property>
  <property fmtid="{D5CDD505-2E9C-101B-9397-08002B2CF9AE}" pid="6" name="TPL_Заголовок">
    <vt:lpwstr>ezY4NzY2OGNjLWU2YzItNDQxYi04MjAyLTI4NjgxNjYzOTY4Yjo0YmMzOWVmYi0xZjQ2LTRhMWUtOGI4Yy0wNGYyYjkwZDZhOGJ9</vt:lpwstr>
  </property>
  <property fmtid="{D5CDD505-2E9C-101B-9397-08002B2CF9AE}" pid="7" name="TPL_Имя адресата">
    <vt:lpwstr>ezY4NzY2OGNjLWU2YzItNDQxYi04MjAyLTI4NjgxNjYzOTY4YjpiMDIyYWE5OC1hMTY5LTRjYjItOGMwNi0xYmJjMGQwZTYwN2N9LT57YjBlNWU3OGYtYjRhOC00NGM1LWFjNDQtYzQwMzkzNWFjMjc5OjY2MDhhN2Y4LTdkMDUtNDkwYy04MDNiLTc1ODY4YjVkMTc1ZH0tPnthZjFmYjNkZi1kNjdiLTRlYjUtODhiOS04MDg0ZDZkMTZjODc</vt:lpwstr>
  </property>
  <property fmtid="{D5CDD505-2E9C-101B-9397-08002B2CF9AE}" pid="8" name="TPL_Отчество Адресата">
    <vt:lpwstr>ezY4NzY2OGNjLWU2YzItNDQxYi04MjAyLTI4NjgxNjYzOTY4YjpiMDIyYWE5OC1hMTY5LTRjYjItOGMwNi0xYmJjMGQwZTYwN2N9LT57YjBlNWU3OGYtYjRhOC00NGM1LWFjNDQtYzQwMzkzNWFjMjc5OjY2MDhhN2Y4LTdkMDUtNDkwYy04MDNiLTc1ODY4YjVkMTc1ZH0tPnthZjFmYjNkZi1kNjdiLTRlYjUtODhiOS04MDg0ZDZkMTZjODc</vt:lpwstr>
  </property>
  <property fmtid="{D5CDD505-2E9C-101B-9397-08002B2CF9AE}" pid="9" name="TPL_ФИО исп">
    <vt:lpwstr>ezY4NzY2OGNjLWU2YzItNDQxYi04MjAyLTI4NjgxNjYzOTY4Yjo0YmM5OGY3NS0xMGEwLTRkNTQtOWY1YS0yYjg4Mzg4Mzc2YjJ9LT5GdWxsTmFtZQ==</vt:lpwstr>
  </property>
  <property fmtid="{D5CDD505-2E9C-101B-9397-08002B2CF9AE}" pid="10" name="TPL_Номер исп">
    <vt:lpwstr>ezY4NzY2OGNjLWU2YzItNDQxYi04MjAyLTI4NjgxNjYzOTY4Yjo0YmM5OGY3NS0xMGEwLTRkNTQtOWY1YS0yYjg4Mzg4Mzc2YjJ9LT57OGE2ZDhkYWItMDQwOS00NDA5LWFiOGYtMjlhNTQ3NmJmMzFiOjRhNTIzNjJlLTAyNWQtNDA2MS05NmVjLTZiNmVlNjc5MTIyN30=</vt:lpwstr>
  </property>
  <property fmtid="{D5CDD505-2E9C-101B-9397-08002B2CF9AE}" pid="11" name="TPL_Должность подпис">
    <vt:lpwstr>ezY4NzY2OGNjLWU2YzItNDQxYi04MjAyLTI4NjgxNjYzOTY4YjphOGNjNWMyYS1jZjg5LTQ2MTEtYTRmNC01MjQ5NzVhZDZhYmJ9LT57OGE2ZDhkYWItMDQwOS00NDA5LWFiOGYtMjlhNTQ3NmJmMzFiOmI2MWVlNDk4LWZkYzctNDAwOS04NTdiLTRkNzcwMjBkYWJmOH0=</vt:lpwstr>
  </property>
  <property fmtid="{D5CDD505-2E9C-101B-9397-08002B2CF9AE}" pid="12" name="TPL_И. О. Фамилия Подпис">
    <vt:lpwstr>ezY4NzY2OGNjLWU2YzItNDQxYi04MjAyLTI4NjgxNjYzOTY4YjphOGNjNWMyYS1jZjg5LTQ2MTEtYTRmNC01MjQ5NzVhZDZhYmJ9LT5Jbml0aWFsc0FuZExhc3ROYW1l</vt:lpwstr>
  </property>
</Properties>
</file>